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AE4A20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410340" w:rsidRPr="0041034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HW130</w:t>
                        </w:r>
                        <w:r w:rsidR="00410340">
                          <w:rPr>
                            <w:noProof/>
                          </w:rPr>
                          <w:t>_QuadrilateralTestReview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335DB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31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B034CE" w:rsidRPr="00B034CE" w:rsidRDefault="00B034CE" w:rsidP="00B034CE">
      <w:pPr>
        <w:spacing w:line="360" w:lineRule="auto"/>
        <w:rPr>
          <w:b/>
          <w:i/>
        </w:rPr>
      </w:pPr>
      <w:r>
        <w:rPr>
          <w:b/>
          <w:i/>
        </w:rPr>
        <w:t xml:space="preserve">For the questions below, </w:t>
      </w:r>
      <w:r w:rsidRPr="00B034CE">
        <w:rPr>
          <w:b/>
          <w:i/>
          <w:u w:val="single"/>
        </w:rPr>
        <w:t>draw the shapes</w:t>
      </w:r>
      <w:r>
        <w:rPr>
          <w:b/>
          <w:i/>
        </w:rPr>
        <w:t xml:space="preserve"> &amp; </w:t>
      </w:r>
      <w:r w:rsidRPr="00B034CE">
        <w:rPr>
          <w:b/>
          <w:i/>
          <w:u w:val="single"/>
        </w:rPr>
        <w:t>label the relevant information</w:t>
      </w:r>
      <w:r>
        <w:rPr>
          <w:b/>
          <w:i/>
        </w:rPr>
        <w:t>. (Ex: for #1, mark congruent sides.)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8"/>
        <w:gridCol w:w="630"/>
        <w:gridCol w:w="5418"/>
      </w:tblGrid>
      <w:tr w:rsidR="00B034CE" w:rsidRPr="00475636" w:rsidTr="00B034CE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B034CE" w:rsidP="00335DB5">
            <w:pPr>
              <w:spacing w:line="360" w:lineRule="auto"/>
            </w:pPr>
            <w:r w:rsidRPr="00B034CE">
              <w:t xml:space="preserve">1. Which of the following have all sides </w:t>
            </w:r>
            <w:r w:rsidRPr="005449F9">
              <w:rPr>
                <w:u w:val="single"/>
              </w:rPr>
              <w:t>congruent</w:t>
            </w:r>
            <w:r w:rsidRPr="00B034CE">
              <w:t>?</w:t>
            </w:r>
          </w:p>
          <w:p w:rsidR="00B034CE" w:rsidRPr="00B034CE" w:rsidRDefault="005449F9" w:rsidP="00335DB5">
            <w:pPr>
              <w:rPr>
                <w:i/>
                <w:sz w:val="16"/>
              </w:rPr>
            </w:pPr>
            <w:r>
              <w:rPr>
                <w:i/>
                <w:noProof/>
                <w:sz w:val="16"/>
              </w:rPr>
              <w:pict>
                <v:rect id="_x0000_s1033" style="position:absolute;margin-left:96.5pt;margin-top:.2pt;width:25.55pt;height:25.55pt;z-index:251661312"/>
              </w:pict>
            </w:r>
            <w:r w:rsidR="00B034CE" w:rsidRPr="00B034CE">
              <w:rPr>
                <w:i/>
                <w:sz w:val="16"/>
              </w:rPr>
              <w:t xml:space="preserve">Drawing </w:t>
            </w:r>
            <w:r w:rsidR="00B034CE" w:rsidRPr="00B034CE">
              <w:rPr>
                <w:i/>
                <w:sz w:val="16"/>
              </w:rPr>
              <w:sym w:font="Wingdings" w:char="F0E0"/>
            </w:r>
          </w:p>
          <w:p w:rsidR="00B034CE" w:rsidRPr="00B034CE" w:rsidRDefault="00B034CE" w:rsidP="00335DB5">
            <w:pPr>
              <w:numPr>
                <w:ilvl w:val="0"/>
                <w:numId w:val="4"/>
              </w:numPr>
              <w:spacing w:line="360" w:lineRule="auto"/>
              <w:contextualSpacing/>
            </w:pPr>
            <w:r w:rsidRPr="00B034CE">
              <w:t>Square</w:t>
            </w:r>
          </w:p>
          <w:p w:rsidR="00B034CE" w:rsidRPr="00B034CE" w:rsidRDefault="005449F9" w:rsidP="00335DB5">
            <w:pPr>
              <w:rPr>
                <w:i/>
                <w:sz w:val="16"/>
              </w:rPr>
            </w:pPr>
            <w:r>
              <w:rPr>
                <w:noProof/>
              </w:rPr>
              <w:pict>
                <v:rect id="_x0000_s1034" style="position:absolute;margin-left:109pt;margin-top:3.95pt;width:46.5pt;height:25.55pt;z-index:251662336"/>
              </w:pict>
            </w:r>
            <w:r w:rsidR="00B034CE" w:rsidRPr="00B034CE">
              <w:rPr>
                <w:i/>
                <w:sz w:val="16"/>
              </w:rPr>
              <w:t xml:space="preserve">Drawing </w:t>
            </w:r>
            <w:r w:rsidR="00B034CE" w:rsidRPr="00B034CE">
              <w:rPr>
                <w:i/>
                <w:sz w:val="16"/>
              </w:rPr>
              <w:sym w:font="Wingdings" w:char="F0E0"/>
            </w:r>
          </w:p>
          <w:p w:rsidR="00B034CE" w:rsidRPr="00B034CE" w:rsidRDefault="00B034CE" w:rsidP="00B034CE">
            <w:pPr>
              <w:numPr>
                <w:ilvl w:val="0"/>
                <w:numId w:val="4"/>
              </w:numPr>
              <w:spacing w:line="360" w:lineRule="auto"/>
              <w:contextualSpacing/>
            </w:pPr>
            <w:r w:rsidRPr="00B034CE">
              <w:t>Rectangle</w:t>
            </w:r>
          </w:p>
          <w:p w:rsidR="00B034CE" w:rsidRPr="00B034CE" w:rsidRDefault="005449F9" w:rsidP="00335DB5">
            <w:pPr>
              <w:rPr>
                <w:i/>
                <w:sz w:val="16"/>
              </w:rPr>
            </w:pPr>
            <w:r>
              <w:rPr>
                <w:i/>
                <w:noProof/>
                <w:sz w:val="16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9" type="#_x0000_t7" style="position:absolute;margin-left:109pt;margin-top:8.25pt;width:37.5pt;height:28.25pt;z-index:251667456"/>
              </w:pict>
            </w:r>
            <w:r w:rsidR="00B034CE" w:rsidRPr="00B034CE">
              <w:rPr>
                <w:i/>
                <w:sz w:val="16"/>
              </w:rPr>
              <w:t xml:space="preserve">Drawing </w:t>
            </w:r>
            <w:r w:rsidR="00B034CE" w:rsidRPr="00B034CE">
              <w:rPr>
                <w:i/>
                <w:sz w:val="16"/>
              </w:rPr>
              <w:sym w:font="Wingdings" w:char="F0E0"/>
            </w:r>
          </w:p>
          <w:p w:rsidR="00B034CE" w:rsidRPr="00B034CE" w:rsidRDefault="00B034CE" w:rsidP="00335DB5">
            <w:pPr>
              <w:numPr>
                <w:ilvl w:val="0"/>
                <w:numId w:val="4"/>
              </w:numPr>
              <w:contextualSpacing/>
            </w:pPr>
            <w:r w:rsidRPr="00B034CE">
              <w:t>Rhombus</w:t>
            </w:r>
          </w:p>
          <w:p w:rsidR="00B034CE" w:rsidRPr="00B034CE" w:rsidRDefault="00B034CE" w:rsidP="00B034CE"/>
          <w:p w:rsidR="00B034CE" w:rsidRPr="00B034CE" w:rsidRDefault="00B034CE" w:rsidP="00B034CE">
            <w:pPr>
              <w:numPr>
                <w:ilvl w:val="0"/>
                <w:numId w:val="3"/>
              </w:numPr>
              <w:contextualSpacing/>
            </w:pPr>
            <w:r w:rsidRPr="00B034CE">
              <w:t>I</w:t>
            </w:r>
          </w:p>
          <w:p w:rsidR="00B034CE" w:rsidRPr="00B034CE" w:rsidRDefault="00B034CE" w:rsidP="00B034CE">
            <w:pPr>
              <w:numPr>
                <w:ilvl w:val="0"/>
                <w:numId w:val="3"/>
              </w:numPr>
              <w:contextualSpacing/>
            </w:pPr>
            <w:r w:rsidRPr="00B034CE">
              <w:t>I and II only</w:t>
            </w:r>
          </w:p>
          <w:p w:rsidR="00B034CE" w:rsidRPr="00B034CE" w:rsidRDefault="00B034CE" w:rsidP="00B034CE">
            <w:pPr>
              <w:numPr>
                <w:ilvl w:val="0"/>
                <w:numId w:val="3"/>
              </w:numPr>
              <w:contextualSpacing/>
            </w:pPr>
            <w:r w:rsidRPr="00B034CE">
              <w:t>I and III only</w:t>
            </w:r>
          </w:p>
          <w:p w:rsidR="00B034CE" w:rsidRPr="00B034CE" w:rsidRDefault="00B034CE" w:rsidP="00B034CE">
            <w:pPr>
              <w:numPr>
                <w:ilvl w:val="0"/>
                <w:numId w:val="3"/>
              </w:numPr>
              <w:contextualSpacing/>
            </w:pPr>
            <w:r w:rsidRPr="00B034CE">
              <w:t>None of the above</w:t>
            </w:r>
          </w:p>
          <w:p w:rsidR="00B034CE" w:rsidRPr="00B034CE" w:rsidRDefault="00B034CE" w:rsidP="00B034CE">
            <w:pPr>
              <w:numPr>
                <w:ilvl w:val="0"/>
                <w:numId w:val="3"/>
              </w:numPr>
              <w:contextualSpacing/>
            </w:pPr>
            <w:r w:rsidRPr="00B034CE">
              <w:t xml:space="preserve">All of the above </w:t>
            </w:r>
          </w:p>
        </w:tc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B034CE" w:rsidP="00BF7810">
            <w:r w:rsidRPr="00B034CE">
              <w:t xml:space="preserve">2. Which of the following parallelograms have </w:t>
            </w:r>
            <w:r w:rsidRPr="005449F9">
              <w:rPr>
                <w:u w:val="single"/>
              </w:rPr>
              <w:t>congruent diagonals</w:t>
            </w:r>
            <w:r w:rsidRPr="00B034CE">
              <w:t>?</w:t>
            </w:r>
          </w:p>
          <w:p w:rsidR="00B034CE" w:rsidRPr="00B034CE" w:rsidRDefault="00B034CE" w:rsidP="00BF7810"/>
          <w:p w:rsidR="00B034CE" w:rsidRPr="00B034CE" w:rsidRDefault="00B034CE" w:rsidP="00B034CE">
            <w:pPr>
              <w:numPr>
                <w:ilvl w:val="0"/>
                <w:numId w:val="5"/>
              </w:numPr>
              <w:spacing w:line="480" w:lineRule="auto"/>
              <w:contextualSpacing/>
            </w:pPr>
            <w:r w:rsidRPr="00B034CE">
              <w:t>Square</w:t>
            </w:r>
            <w:r w:rsidR="00335DB5">
              <w:t xml:space="preserve"> </w:t>
            </w:r>
            <w:r w:rsidR="00335DB5">
              <w:sym w:font="Wingdings" w:char="F0E0"/>
            </w:r>
          </w:p>
          <w:p w:rsidR="00B034CE" w:rsidRPr="00B034CE" w:rsidRDefault="00B034CE" w:rsidP="00B034CE">
            <w:pPr>
              <w:numPr>
                <w:ilvl w:val="0"/>
                <w:numId w:val="5"/>
              </w:numPr>
              <w:spacing w:line="480" w:lineRule="auto"/>
              <w:contextualSpacing/>
            </w:pPr>
            <w:r w:rsidRPr="00B034CE">
              <w:t>Rectangle</w:t>
            </w:r>
            <w:r w:rsidR="00335DB5">
              <w:t xml:space="preserve"> </w:t>
            </w:r>
            <w:r w:rsidR="00335DB5">
              <w:sym w:font="Wingdings" w:char="F0E0"/>
            </w:r>
          </w:p>
          <w:p w:rsidR="00B034CE" w:rsidRPr="00B034CE" w:rsidRDefault="00B034CE" w:rsidP="00B034CE">
            <w:pPr>
              <w:numPr>
                <w:ilvl w:val="0"/>
                <w:numId w:val="5"/>
              </w:numPr>
              <w:contextualSpacing/>
            </w:pPr>
            <w:r w:rsidRPr="00B034CE">
              <w:t>Rhombus</w:t>
            </w:r>
            <w:r w:rsidR="00335DB5">
              <w:t xml:space="preserve"> </w:t>
            </w:r>
            <w:r w:rsidR="00335DB5">
              <w:sym w:font="Wingdings" w:char="F0E0"/>
            </w:r>
          </w:p>
          <w:p w:rsidR="00B034CE" w:rsidRPr="00B034CE" w:rsidRDefault="00B034CE" w:rsidP="00B034CE"/>
          <w:p w:rsidR="00B034CE" w:rsidRPr="00B034CE" w:rsidRDefault="00B034CE" w:rsidP="00B034CE">
            <w:pPr>
              <w:numPr>
                <w:ilvl w:val="0"/>
                <w:numId w:val="6"/>
              </w:numPr>
              <w:contextualSpacing/>
            </w:pPr>
            <w:r w:rsidRPr="00B034CE">
              <w:t>I only</w:t>
            </w:r>
          </w:p>
          <w:p w:rsidR="00B034CE" w:rsidRPr="00B034CE" w:rsidRDefault="00B034CE" w:rsidP="00B034CE">
            <w:pPr>
              <w:numPr>
                <w:ilvl w:val="0"/>
                <w:numId w:val="6"/>
              </w:numPr>
              <w:contextualSpacing/>
            </w:pPr>
            <w:r w:rsidRPr="00B034CE">
              <w:t>I and II only</w:t>
            </w:r>
          </w:p>
          <w:p w:rsidR="00B034CE" w:rsidRPr="00B034CE" w:rsidRDefault="00B034CE" w:rsidP="00B034CE">
            <w:pPr>
              <w:numPr>
                <w:ilvl w:val="0"/>
                <w:numId w:val="6"/>
              </w:numPr>
              <w:contextualSpacing/>
            </w:pPr>
            <w:r w:rsidRPr="00B034CE">
              <w:t>I and III only</w:t>
            </w:r>
          </w:p>
          <w:p w:rsidR="00B034CE" w:rsidRPr="00B034CE" w:rsidRDefault="00B034CE" w:rsidP="00B034CE">
            <w:pPr>
              <w:numPr>
                <w:ilvl w:val="0"/>
                <w:numId w:val="6"/>
              </w:numPr>
              <w:contextualSpacing/>
            </w:pPr>
            <w:r w:rsidRPr="00B034CE">
              <w:t>None of the above</w:t>
            </w:r>
          </w:p>
          <w:p w:rsidR="00B034CE" w:rsidRPr="00B034CE" w:rsidRDefault="00B034CE" w:rsidP="00B034CE">
            <w:pPr>
              <w:numPr>
                <w:ilvl w:val="0"/>
                <w:numId w:val="6"/>
              </w:numPr>
              <w:contextualSpacing/>
            </w:pPr>
            <w:r w:rsidRPr="00B034CE">
              <w:t xml:space="preserve">All of the above </w:t>
            </w:r>
          </w:p>
        </w:tc>
      </w:tr>
      <w:tr w:rsidR="00B034CE" w:rsidRPr="00475636" w:rsidTr="00B034CE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5449F9" w:rsidP="00BF7810">
            <w:pPr>
              <w:rPr>
                <w:i/>
              </w:rPr>
            </w:pPr>
            <w:r>
              <w:rPr>
                <w:noProof/>
              </w:rPr>
              <w:pict>
                <v:shape id="_x0000_s1038" type="#_x0000_t7" style="position:absolute;margin-left:166.05pt;margin-top:33.55pt;width:44pt;height:14.5pt;z-index:251666432;mso-position-horizontal-relative:text;mso-position-vertical-relative:text"/>
              </w:pict>
            </w:r>
            <w:r w:rsidR="00B034CE" w:rsidRPr="00B034CE">
              <w:t>3. Tell if the statement is always true, sometimes true, or never true.</w:t>
            </w:r>
            <w:r w:rsidR="00B034CE">
              <w:t xml:space="preserve"> </w:t>
            </w:r>
            <w:r w:rsidR="00B034CE" w:rsidRPr="00B034CE">
              <w:rPr>
                <w:i/>
                <w:sz w:val="20"/>
              </w:rPr>
              <w:t>(</w:t>
            </w:r>
            <w:proofErr w:type="gramStart"/>
            <w:r w:rsidR="00B034CE" w:rsidRPr="00B034CE">
              <w:rPr>
                <w:i/>
                <w:sz w:val="20"/>
              </w:rPr>
              <w:t>Don’t</w:t>
            </w:r>
            <w:proofErr w:type="gramEnd"/>
            <w:r w:rsidR="00B034CE" w:rsidRPr="00B034CE">
              <w:rPr>
                <w:i/>
                <w:sz w:val="20"/>
              </w:rPr>
              <w:t xml:space="preserve"> forget to sketch the shapes!)</w:t>
            </w:r>
          </w:p>
          <w:p w:rsidR="00B034CE" w:rsidRPr="00B034CE" w:rsidRDefault="005449F9" w:rsidP="00BF7810">
            <w:r>
              <w:rPr>
                <w:i/>
                <w:noProof/>
                <w:sz w:val="16"/>
              </w:rPr>
              <w:pict>
                <v:shape id="_x0000_s1035" type="#_x0000_t7" style="position:absolute;margin-left:166.05pt;margin-top:7.75pt;width:44pt;height:14.5pt;z-index:251663360"/>
              </w:pict>
            </w:r>
            <w:r>
              <w:rPr>
                <w:noProof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36" type="#_x0000_t8" style="position:absolute;margin-left:122.05pt;margin-top:7.75pt;width:44pt;height:14.5pt;z-index:251664384"/>
              </w:pict>
            </w:r>
          </w:p>
          <w:p w:rsidR="00B034CE" w:rsidRPr="00B034CE" w:rsidRDefault="005449F9" w:rsidP="00BF7810">
            <w:r>
              <w:rPr>
                <w:noProof/>
              </w:rPr>
              <w:pict>
                <v:shape id="_x0000_s1037" type="#_x0000_t8" style="position:absolute;margin-left:151.65pt;margin-top:26.85pt;width:37.35pt;height:12.5pt;z-index:251665408"/>
              </w:pict>
            </w:r>
            <w:r w:rsidR="00B034CE" w:rsidRPr="00B034CE">
              <w:drawing>
                <wp:inline distT="0" distB="0" distL="0" distR="0">
                  <wp:extent cx="2901950" cy="1219200"/>
                  <wp:effectExtent l="19050" t="0" r="0" b="0"/>
                  <wp:docPr id="2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93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335DB5" w:rsidRDefault="00B034CE" w:rsidP="00BF7810">
            <w:pPr>
              <w:rPr>
                <w:spacing w:val="-2"/>
              </w:rPr>
            </w:pPr>
            <w:r w:rsidRPr="00335DB5">
              <w:rPr>
                <w:spacing w:val="-2"/>
              </w:rPr>
              <w:t>4. Name</w:t>
            </w:r>
            <w:r w:rsidR="00335DB5" w:rsidRPr="00335DB5">
              <w:rPr>
                <w:spacing w:val="-2"/>
              </w:rPr>
              <w:t xml:space="preserve"> &amp; sketch</w:t>
            </w:r>
            <w:r w:rsidRPr="00335DB5">
              <w:rPr>
                <w:spacing w:val="-2"/>
              </w:rPr>
              <w:t xml:space="preserve"> </w:t>
            </w:r>
            <w:r w:rsidR="00335DB5" w:rsidRPr="00335DB5">
              <w:rPr>
                <w:spacing w:val="-2"/>
              </w:rPr>
              <w:t>ALL</w:t>
            </w:r>
            <w:r w:rsidRPr="00335DB5">
              <w:rPr>
                <w:spacing w:val="-2"/>
              </w:rPr>
              <w:t xml:space="preserve"> quadrilateral</w:t>
            </w:r>
            <w:r w:rsidR="00335DB5" w:rsidRPr="00335DB5">
              <w:rPr>
                <w:spacing w:val="-2"/>
              </w:rPr>
              <w:t>s</w:t>
            </w:r>
            <w:r w:rsidRPr="00335DB5">
              <w:rPr>
                <w:spacing w:val="-2"/>
              </w:rPr>
              <w:t xml:space="preserve"> – parallelogram, rectangle, </w:t>
            </w:r>
            <w:proofErr w:type="gramStart"/>
            <w:r w:rsidRPr="00335DB5">
              <w:rPr>
                <w:spacing w:val="-2"/>
              </w:rPr>
              <w:t>rhombus</w:t>
            </w:r>
            <w:proofErr w:type="gramEnd"/>
            <w:r w:rsidRPr="00335DB5">
              <w:rPr>
                <w:spacing w:val="-2"/>
              </w:rPr>
              <w:t xml:space="preserve"> </w:t>
            </w:r>
            <w:r w:rsidR="00335DB5" w:rsidRPr="00335DB5">
              <w:rPr>
                <w:spacing w:val="-2"/>
              </w:rPr>
              <w:t>&amp;</w:t>
            </w:r>
            <w:r w:rsidRPr="00335DB5">
              <w:rPr>
                <w:spacing w:val="-2"/>
              </w:rPr>
              <w:t xml:space="preserve"> square – for which the statement is true.</w:t>
            </w:r>
          </w:p>
          <w:p w:rsidR="00B034CE" w:rsidRPr="00B034CE" w:rsidRDefault="00B034CE" w:rsidP="00BF7810"/>
          <w:p w:rsidR="00B034CE" w:rsidRPr="00B034CE" w:rsidRDefault="00B034CE" w:rsidP="00335DB5">
            <w:pPr>
              <w:numPr>
                <w:ilvl w:val="0"/>
                <w:numId w:val="12"/>
              </w:numPr>
              <w:spacing w:line="480" w:lineRule="auto"/>
            </w:pPr>
            <w:r w:rsidRPr="00B034CE">
              <w:t>The diagonals bisect each other.</w:t>
            </w:r>
          </w:p>
          <w:p w:rsidR="00B034CE" w:rsidRPr="00B034CE" w:rsidRDefault="00B034CE" w:rsidP="00335DB5">
            <w:pPr>
              <w:numPr>
                <w:ilvl w:val="0"/>
                <w:numId w:val="12"/>
              </w:numPr>
              <w:spacing w:line="480" w:lineRule="auto"/>
            </w:pPr>
            <w:r w:rsidRPr="00B034CE">
              <w:t>Opposite sides are congruent.</w:t>
            </w:r>
          </w:p>
          <w:p w:rsidR="00B034CE" w:rsidRPr="00B034CE" w:rsidRDefault="00B034CE" w:rsidP="00335DB5">
            <w:pPr>
              <w:numPr>
                <w:ilvl w:val="0"/>
                <w:numId w:val="12"/>
              </w:numPr>
              <w:spacing w:line="480" w:lineRule="auto"/>
            </w:pPr>
            <w:r w:rsidRPr="00B034CE">
              <w:t>It is equiangular and equilateral.</w:t>
            </w:r>
          </w:p>
          <w:p w:rsidR="00B034CE" w:rsidRPr="00B034CE" w:rsidRDefault="00B034CE" w:rsidP="00335DB5">
            <w:pPr>
              <w:numPr>
                <w:ilvl w:val="0"/>
                <w:numId w:val="12"/>
              </w:numPr>
              <w:spacing w:line="480" w:lineRule="auto"/>
            </w:pPr>
            <w:r w:rsidRPr="00B034CE">
              <w:t>The diagonals bisect opposite angles.</w:t>
            </w:r>
          </w:p>
          <w:p w:rsidR="00B034CE" w:rsidRPr="00B034CE" w:rsidRDefault="00B034CE" w:rsidP="00335DB5">
            <w:pPr>
              <w:numPr>
                <w:ilvl w:val="0"/>
                <w:numId w:val="12"/>
              </w:numPr>
              <w:spacing w:line="480" w:lineRule="auto"/>
            </w:pPr>
            <w:r w:rsidRPr="00B034CE">
              <w:t>The diagonals are perpendicular.</w:t>
            </w:r>
          </w:p>
          <w:p w:rsidR="00B034CE" w:rsidRPr="00B034CE" w:rsidRDefault="00B034CE" w:rsidP="00335DB5">
            <w:pPr>
              <w:numPr>
                <w:ilvl w:val="0"/>
                <w:numId w:val="12"/>
              </w:numPr>
              <w:spacing w:line="480" w:lineRule="auto"/>
            </w:pPr>
            <w:r w:rsidRPr="00B034CE">
              <w:t>It is equiangular.</w:t>
            </w:r>
          </w:p>
        </w:tc>
      </w:tr>
      <w:tr w:rsidR="00B034CE" w:rsidRPr="00475636" w:rsidTr="00B034CE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410340" w:rsidP="00BF7810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58420</wp:posOffset>
                  </wp:positionV>
                  <wp:extent cx="2501900" cy="1318874"/>
                  <wp:effectExtent l="19050" t="0" r="0" b="0"/>
                  <wp:wrapNone/>
                  <wp:docPr id="8" name="Picture 8" descr="http://docs.google.com/File?id=dcjnm59j_16gf68k5fk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docs.google.com/File?id=dcjnm59j_16gf68k5fk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lum bright="-28000" contrast="58000"/>
                          </a:blip>
                          <a:srcRect b="13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552" cy="1321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034CE" w:rsidRPr="00B034CE">
              <w:t>5.</w:t>
            </w:r>
          </w:p>
          <w:p w:rsidR="00B034CE" w:rsidRPr="00B034CE" w:rsidRDefault="00B034CE" w:rsidP="00BF7810"/>
        </w:tc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410340" w:rsidRDefault="00B034CE" w:rsidP="00410340">
            <w:pPr>
              <w:spacing w:line="480" w:lineRule="auto"/>
              <w:rPr>
                <w:i/>
              </w:rPr>
            </w:pPr>
            <w:r w:rsidRPr="00B034CE">
              <w:t xml:space="preserve">6.  Which statement is true? </w:t>
            </w:r>
            <w:r w:rsidR="00410340" w:rsidRPr="00410340">
              <w:rPr>
                <w:i/>
                <w:sz w:val="18"/>
              </w:rPr>
              <w:t>(Sketch an example or counterexample)</w:t>
            </w:r>
          </w:p>
          <w:p w:rsidR="00B034CE" w:rsidRPr="00B034CE" w:rsidRDefault="00B034CE" w:rsidP="00410340">
            <w:pPr>
              <w:spacing w:line="480" w:lineRule="auto"/>
            </w:pPr>
            <w:r w:rsidRPr="00B034CE">
              <w:t xml:space="preserve">A.  All parallelograms are rhombuses </w:t>
            </w:r>
          </w:p>
          <w:p w:rsidR="00B034CE" w:rsidRPr="00B034CE" w:rsidRDefault="00B034CE" w:rsidP="00410340">
            <w:pPr>
              <w:spacing w:line="480" w:lineRule="auto"/>
            </w:pPr>
            <w:r w:rsidRPr="00B034CE">
              <w:t>B.  All quadrilaterals are parallelograms</w:t>
            </w:r>
          </w:p>
          <w:p w:rsidR="00B034CE" w:rsidRPr="00B034CE" w:rsidRDefault="00B034CE" w:rsidP="00410340">
            <w:pPr>
              <w:spacing w:line="480" w:lineRule="auto"/>
            </w:pPr>
            <w:r w:rsidRPr="00B034CE">
              <w:t>C.  All quadrilaterals are squares</w:t>
            </w:r>
          </w:p>
          <w:p w:rsidR="00B034CE" w:rsidRPr="00B034CE" w:rsidRDefault="00B034CE" w:rsidP="00BF7810">
            <w:r w:rsidRPr="00B034CE">
              <w:t>D.  All rectangles are parallelograms</w:t>
            </w:r>
          </w:p>
        </w:tc>
      </w:tr>
      <w:tr w:rsidR="00B034CE" w:rsidRPr="00475636" w:rsidTr="00B034CE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B034CE" w:rsidP="00BF7810">
            <w:r w:rsidRPr="00B034CE">
              <w:t>7. Which of the following statements is NOT true about parallelograms?</w:t>
            </w:r>
          </w:p>
          <w:p w:rsidR="00B034CE" w:rsidRDefault="00B034CE" w:rsidP="00BF7810"/>
          <w:p w:rsidR="00410340" w:rsidRDefault="00410340" w:rsidP="00BF7810"/>
          <w:p w:rsidR="00410340" w:rsidRPr="00B034CE" w:rsidRDefault="00410340" w:rsidP="00BF7810"/>
          <w:p w:rsidR="00B034CE" w:rsidRPr="00B034CE" w:rsidRDefault="00B034CE" w:rsidP="00B034CE">
            <w:pPr>
              <w:numPr>
                <w:ilvl w:val="0"/>
                <w:numId w:val="11"/>
              </w:numPr>
            </w:pPr>
            <w:r w:rsidRPr="00B034CE">
              <w:t>consecutive angles are congruent</w:t>
            </w:r>
          </w:p>
          <w:p w:rsidR="00B034CE" w:rsidRPr="00B034CE" w:rsidRDefault="00B034CE" w:rsidP="00B034CE">
            <w:pPr>
              <w:numPr>
                <w:ilvl w:val="0"/>
                <w:numId w:val="11"/>
              </w:numPr>
            </w:pPr>
            <w:r w:rsidRPr="00B034CE">
              <w:t>opposite sides are congruent</w:t>
            </w:r>
          </w:p>
          <w:p w:rsidR="00B034CE" w:rsidRPr="00B034CE" w:rsidRDefault="00B034CE" w:rsidP="00B034CE">
            <w:pPr>
              <w:numPr>
                <w:ilvl w:val="0"/>
                <w:numId w:val="11"/>
              </w:numPr>
            </w:pPr>
            <w:r w:rsidRPr="00B034CE">
              <w:t>opposite angles are congruent</w:t>
            </w:r>
          </w:p>
          <w:p w:rsidR="00B034CE" w:rsidRPr="00B034CE" w:rsidRDefault="00B034CE" w:rsidP="00B034CE">
            <w:pPr>
              <w:numPr>
                <w:ilvl w:val="0"/>
                <w:numId w:val="11"/>
              </w:numPr>
            </w:pPr>
            <w:r w:rsidRPr="00B034CE">
              <w:t>the diagonals bisect each other</w:t>
            </w:r>
          </w:p>
          <w:p w:rsidR="00B034CE" w:rsidRPr="00B034CE" w:rsidRDefault="00B034CE" w:rsidP="00BF7810"/>
          <w:p w:rsidR="00B034CE" w:rsidRPr="00B034CE" w:rsidRDefault="00B034CE" w:rsidP="00BF7810"/>
        </w:tc>
        <w:tc>
          <w:tcPr>
            <w:tcW w:w="6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Default="00B034CE" w:rsidP="00B034CE">
            <w:r w:rsidRPr="00B034CE">
              <w:t>8.</w:t>
            </w:r>
          </w:p>
          <w:p w:rsidR="00B034CE" w:rsidRPr="00B034CE" w:rsidRDefault="00B034CE" w:rsidP="00B034CE">
            <w:r w:rsidRPr="00B034CE">
              <w:t xml:space="preserve"> </w:t>
            </w:r>
            <w:r>
              <w:drawing>
                <wp:inline distT="0" distB="0" distL="0" distR="0">
                  <wp:extent cx="2501900" cy="1561745"/>
                  <wp:effectExtent l="19050" t="0" r="0" b="0"/>
                  <wp:docPr id="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28000" contrast="58000"/>
                          </a:blip>
                          <a:srcRect r="850" b="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1561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4CE" w:rsidRPr="00475636" w:rsidTr="00B034CE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B034CE" w:rsidP="00BF7810">
            <w:r w:rsidRPr="00B034CE">
              <w:lastRenderedPageBreak/>
              <w:t>9.  Judging by appearance, classify the figure in as many ways as possible.</w:t>
            </w:r>
          </w:p>
          <w:p w:rsidR="00B034CE" w:rsidRPr="00B034CE" w:rsidRDefault="00B034CE" w:rsidP="00B034CE">
            <w:r w:rsidRPr="00B034CE">
              <w:drawing>
                <wp:inline distT="0" distB="0" distL="0" distR="0">
                  <wp:extent cx="1250950" cy="106045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7614" b="76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1060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400" w:type="dxa"/>
              <w:tblLayout w:type="fixed"/>
              <w:tblCellMar>
                <w:left w:w="45" w:type="dxa"/>
                <w:right w:w="45" w:type="dxa"/>
              </w:tblCellMar>
              <w:tblLook w:val="0000"/>
            </w:tblPr>
            <w:tblGrid>
              <w:gridCol w:w="360"/>
              <w:gridCol w:w="5040"/>
            </w:tblGrid>
            <w:tr w:rsidR="00B034CE" w:rsidRPr="00475636" w:rsidTr="00B034C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A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color w:val="000000"/>
                    </w:rPr>
                    <w:t>rectangle, square, quadrilateral, parallelogram, rhombus</w:t>
                  </w:r>
                </w:p>
              </w:tc>
            </w:tr>
            <w:tr w:rsidR="00B034CE" w:rsidRPr="00475636" w:rsidTr="00B034C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B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color w:val="000000"/>
                    </w:rPr>
                    <w:t>rectangle, square, parallelogram</w:t>
                  </w:r>
                </w:p>
              </w:tc>
            </w:tr>
            <w:tr w:rsidR="00B034CE" w:rsidRPr="00475636" w:rsidTr="00B034C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C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034C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color w:val="000000"/>
                    </w:rPr>
                    <w:t xml:space="preserve">rhombus, trapezoid, quadrilateral, </w:t>
                  </w:r>
                  <w:r>
                    <w:rPr>
                      <w:rFonts w:cs="Calibri"/>
                      <w:color w:val="000000"/>
                    </w:rPr>
                    <w:t>s</w:t>
                  </w:r>
                  <w:r w:rsidRPr="00475636">
                    <w:rPr>
                      <w:rFonts w:cs="Calibri"/>
                      <w:color w:val="000000"/>
                    </w:rPr>
                    <w:t>quare</w:t>
                  </w:r>
                </w:p>
              </w:tc>
            </w:tr>
            <w:tr w:rsidR="00B034CE" w:rsidRPr="00475636" w:rsidTr="00B034C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D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color w:val="000000"/>
                    </w:rPr>
                    <w:t>square, rectangle, quadrilateral</w:t>
                  </w:r>
                </w:p>
              </w:tc>
            </w:tr>
          </w:tbl>
          <w:p w:rsidR="00B034CE" w:rsidRPr="00B034CE" w:rsidRDefault="00B034CE" w:rsidP="00BF7810"/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410340" w:rsidP="00B034CE">
            <w:r>
              <w:t xml:space="preserve">10. </w:t>
            </w:r>
            <w:r w:rsidR="00B034CE" w:rsidRPr="00B034CE">
              <w:t xml:space="preserve">WXYZ is a parallelogram. Name an angle congruent to </w:t>
            </w:r>
            <w:r w:rsidR="00B034CE" w:rsidRPr="00B034CE">
              <w:drawing>
                <wp:inline distT="0" distB="0" distL="0" distR="0">
                  <wp:extent cx="409575" cy="14287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4CE" w:rsidRPr="00B034CE" w:rsidRDefault="00B034CE" w:rsidP="00B034CE">
            <w:r w:rsidRPr="00B034CE">
              <w:drawing>
                <wp:inline distT="0" distB="0" distL="0" distR="0">
                  <wp:extent cx="2286000" cy="17526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456" w:type="dxa"/>
              <w:tblLayout w:type="fixed"/>
              <w:tblCellMar>
                <w:left w:w="45" w:type="dxa"/>
                <w:right w:w="45" w:type="dxa"/>
              </w:tblCellMar>
              <w:tblLook w:val="0000"/>
            </w:tblPr>
            <w:tblGrid>
              <w:gridCol w:w="360"/>
              <w:gridCol w:w="1017"/>
              <w:gridCol w:w="360"/>
              <w:gridCol w:w="900"/>
              <w:gridCol w:w="360"/>
              <w:gridCol w:w="1080"/>
              <w:gridCol w:w="360"/>
              <w:gridCol w:w="4019"/>
            </w:tblGrid>
            <w:tr w:rsidR="00B034CE" w:rsidRPr="00475636" w:rsidTr="00B034C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A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>
                    <w:rPr>
                      <w:rFonts w:cs="Calibri"/>
                      <w:noProof/>
                      <w:color w:val="000000"/>
                      <w:position w:val="-3"/>
                    </w:rPr>
                    <w:drawing>
                      <wp:inline distT="0" distB="0" distL="0" distR="0">
                        <wp:extent cx="361950" cy="142875"/>
                        <wp:effectExtent l="1905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B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>
                    <w:rPr>
                      <w:rFonts w:cs="Calibri"/>
                      <w:noProof/>
                      <w:color w:val="000000"/>
                      <w:position w:val="-3"/>
                    </w:rPr>
                    <w:drawing>
                      <wp:inline distT="0" distB="0" distL="0" distR="0">
                        <wp:extent cx="381000" cy="142875"/>
                        <wp:effectExtent l="1905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C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>
                    <w:rPr>
                      <w:rFonts w:cs="Calibri"/>
                      <w:noProof/>
                      <w:color w:val="000000"/>
                      <w:position w:val="-3"/>
                    </w:rPr>
                    <w:drawing>
                      <wp:inline distT="0" distB="0" distL="0" distR="0">
                        <wp:extent cx="400050" cy="142875"/>
                        <wp:effectExtent l="19050" t="0" r="0" b="0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 w:rsidRPr="00475636">
                    <w:rPr>
                      <w:rFonts w:cs="Calibri"/>
                      <w:b/>
                      <w:bCs/>
                      <w:color w:val="000000"/>
                    </w:rPr>
                    <w:t>D</w:t>
                  </w:r>
                </w:p>
              </w:tc>
              <w:tc>
                <w:tcPr>
                  <w:tcW w:w="40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34CE" w:rsidRPr="00475636" w:rsidRDefault="00B034CE" w:rsidP="00BF7810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  <w:r>
                    <w:rPr>
                      <w:rFonts w:cs="Calibri"/>
                      <w:noProof/>
                      <w:color w:val="000000"/>
                      <w:position w:val="-3"/>
                    </w:rPr>
                    <w:drawing>
                      <wp:inline distT="0" distB="0" distL="0" distR="0">
                        <wp:extent cx="400050" cy="142875"/>
                        <wp:effectExtent l="1905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034CE" w:rsidRPr="00B034CE" w:rsidRDefault="00B034CE" w:rsidP="00BF7810"/>
        </w:tc>
      </w:tr>
      <w:tr w:rsidR="00B034CE" w:rsidRPr="00475636" w:rsidTr="00B034CE">
        <w:tc>
          <w:tcPr>
            <w:tcW w:w="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410340" w:rsidRDefault="00B034CE" w:rsidP="00BF7810">
            <w:pPr>
              <w:rPr>
                <w:i/>
              </w:rPr>
            </w:pPr>
            <w:r w:rsidRPr="00B034CE">
              <w:t xml:space="preserve">11. Which of the following quadrilaterals have </w:t>
            </w:r>
            <w:proofErr w:type="gramStart"/>
            <w:r w:rsidRPr="00B034CE">
              <w:t>diagonals that are perpendicular</w:t>
            </w:r>
            <w:proofErr w:type="gramEnd"/>
            <w:r w:rsidRPr="00B034CE">
              <w:t>?</w:t>
            </w:r>
            <w:r w:rsidR="00410340">
              <w:t xml:space="preserve"> </w:t>
            </w:r>
            <w:r w:rsidR="00410340">
              <w:rPr>
                <w:i/>
              </w:rPr>
              <w:t>(sketch diagonals)</w:t>
            </w:r>
          </w:p>
          <w:p w:rsidR="00B034CE" w:rsidRPr="00B034CE" w:rsidRDefault="00B034CE" w:rsidP="00BF7810"/>
          <w:p w:rsidR="00B034CE" w:rsidRPr="00B034CE" w:rsidRDefault="00B034CE" w:rsidP="00410340">
            <w:pPr>
              <w:numPr>
                <w:ilvl w:val="0"/>
                <w:numId w:val="7"/>
              </w:numPr>
              <w:spacing w:line="480" w:lineRule="auto"/>
              <w:contextualSpacing/>
            </w:pPr>
            <w:r w:rsidRPr="00B034CE">
              <w:t>Parallelogram</w:t>
            </w:r>
          </w:p>
          <w:p w:rsidR="00B034CE" w:rsidRPr="00B034CE" w:rsidRDefault="00B034CE" w:rsidP="00410340">
            <w:pPr>
              <w:numPr>
                <w:ilvl w:val="0"/>
                <w:numId w:val="7"/>
              </w:numPr>
              <w:spacing w:line="480" w:lineRule="auto"/>
              <w:contextualSpacing/>
            </w:pPr>
            <w:r w:rsidRPr="00B034CE">
              <w:t>Rhombus</w:t>
            </w:r>
          </w:p>
          <w:p w:rsidR="00B034CE" w:rsidRPr="00B034CE" w:rsidRDefault="00B034CE" w:rsidP="00410340">
            <w:pPr>
              <w:numPr>
                <w:ilvl w:val="0"/>
                <w:numId w:val="7"/>
              </w:numPr>
              <w:spacing w:line="480" w:lineRule="auto"/>
              <w:contextualSpacing/>
            </w:pPr>
            <w:r w:rsidRPr="00B034CE">
              <w:t>Square</w:t>
            </w:r>
          </w:p>
          <w:p w:rsidR="00B034CE" w:rsidRPr="00B034CE" w:rsidRDefault="00B034CE" w:rsidP="00B034CE">
            <w:pPr>
              <w:numPr>
                <w:ilvl w:val="0"/>
                <w:numId w:val="7"/>
              </w:numPr>
              <w:contextualSpacing/>
            </w:pPr>
            <w:r w:rsidRPr="00B034CE">
              <w:t>Kite</w:t>
            </w:r>
          </w:p>
          <w:p w:rsidR="00B034CE" w:rsidRPr="00B034CE" w:rsidRDefault="00B034CE" w:rsidP="00BF7810"/>
          <w:p w:rsidR="00B034CE" w:rsidRPr="00B034CE" w:rsidRDefault="00B034CE" w:rsidP="00B034CE">
            <w:pPr>
              <w:numPr>
                <w:ilvl w:val="0"/>
                <w:numId w:val="8"/>
              </w:numPr>
              <w:contextualSpacing/>
            </w:pPr>
            <w:r w:rsidRPr="00B034CE">
              <w:t xml:space="preserve">I </w:t>
            </w:r>
          </w:p>
          <w:p w:rsidR="00B034CE" w:rsidRPr="00B034CE" w:rsidRDefault="00B034CE" w:rsidP="00B034CE">
            <w:pPr>
              <w:numPr>
                <w:ilvl w:val="0"/>
                <w:numId w:val="8"/>
              </w:numPr>
              <w:contextualSpacing/>
            </w:pPr>
            <w:r w:rsidRPr="00B034CE">
              <w:t>II and III only</w:t>
            </w:r>
          </w:p>
          <w:p w:rsidR="00B034CE" w:rsidRPr="00B034CE" w:rsidRDefault="00B034CE" w:rsidP="00B034CE">
            <w:pPr>
              <w:numPr>
                <w:ilvl w:val="0"/>
                <w:numId w:val="8"/>
              </w:numPr>
              <w:contextualSpacing/>
            </w:pPr>
            <w:r w:rsidRPr="00B034CE">
              <w:t>II, III, and IV</w:t>
            </w:r>
          </w:p>
          <w:p w:rsidR="00B034CE" w:rsidRPr="00B034CE" w:rsidRDefault="00B034CE" w:rsidP="00B034CE">
            <w:pPr>
              <w:numPr>
                <w:ilvl w:val="0"/>
                <w:numId w:val="8"/>
              </w:numPr>
              <w:contextualSpacing/>
            </w:pPr>
            <w:r w:rsidRPr="00B034CE">
              <w:t>II and IV only</w:t>
            </w:r>
          </w:p>
          <w:p w:rsidR="00B034CE" w:rsidRPr="00B034CE" w:rsidRDefault="00B034CE" w:rsidP="00B034CE">
            <w:pPr>
              <w:numPr>
                <w:ilvl w:val="0"/>
                <w:numId w:val="8"/>
              </w:numPr>
              <w:contextualSpacing/>
            </w:pPr>
            <w:r w:rsidRPr="00B034CE">
              <w:t>All of the above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4CE" w:rsidRPr="00B034CE" w:rsidRDefault="00B034CE" w:rsidP="00BF7810">
            <w:r w:rsidRPr="00B034CE">
              <w:t xml:space="preserve">12. Which of the following quadrilateral is a parallelogram? </w:t>
            </w:r>
          </w:p>
          <w:p w:rsidR="00B034CE" w:rsidRPr="00B034CE" w:rsidRDefault="00B034CE" w:rsidP="00B034CE"/>
          <w:p w:rsidR="00B034CE" w:rsidRPr="00B034CE" w:rsidRDefault="00B034CE" w:rsidP="00410340">
            <w:pPr>
              <w:numPr>
                <w:ilvl w:val="0"/>
                <w:numId w:val="9"/>
              </w:numPr>
              <w:spacing w:line="480" w:lineRule="auto"/>
              <w:contextualSpacing/>
            </w:pPr>
            <w:r w:rsidRPr="00B034CE">
              <w:t>Rhombus</w:t>
            </w:r>
          </w:p>
          <w:p w:rsidR="00B034CE" w:rsidRPr="00B034CE" w:rsidRDefault="00B034CE" w:rsidP="00410340">
            <w:pPr>
              <w:numPr>
                <w:ilvl w:val="0"/>
                <w:numId w:val="9"/>
              </w:numPr>
              <w:spacing w:line="480" w:lineRule="auto"/>
              <w:contextualSpacing/>
            </w:pPr>
            <w:r w:rsidRPr="00B034CE">
              <w:t>Square</w:t>
            </w:r>
          </w:p>
          <w:p w:rsidR="00B034CE" w:rsidRPr="00B034CE" w:rsidRDefault="00B034CE" w:rsidP="00410340">
            <w:pPr>
              <w:numPr>
                <w:ilvl w:val="0"/>
                <w:numId w:val="9"/>
              </w:numPr>
              <w:spacing w:line="480" w:lineRule="auto"/>
              <w:contextualSpacing/>
            </w:pPr>
            <w:r w:rsidRPr="00B034CE">
              <w:t>Rectangle</w:t>
            </w:r>
          </w:p>
          <w:p w:rsidR="00B034CE" w:rsidRPr="00B034CE" w:rsidRDefault="00B034CE" w:rsidP="00B034CE">
            <w:pPr>
              <w:numPr>
                <w:ilvl w:val="0"/>
                <w:numId w:val="9"/>
              </w:numPr>
              <w:contextualSpacing/>
            </w:pPr>
            <w:r w:rsidRPr="00B034CE">
              <w:t>Trapezoid</w:t>
            </w:r>
          </w:p>
          <w:p w:rsidR="00B034CE" w:rsidRPr="00B034CE" w:rsidRDefault="00B034CE" w:rsidP="00B034CE"/>
          <w:p w:rsidR="00B034CE" w:rsidRPr="00B034CE" w:rsidRDefault="00B034CE" w:rsidP="00B034CE">
            <w:pPr>
              <w:numPr>
                <w:ilvl w:val="0"/>
                <w:numId w:val="10"/>
              </w:numPr>
              <w:contextualSpacing/>
            </w:pPr>
            <w:r w:rsidRPr="00B034CE">
              <w:t xml:space="preserve">I </w:t>
            </w:r>
          </w:p>
          <w:p w:rsidR="00B034CE" w:rsidRPr="00B034CE" w:rsidRDefault="00B034CE" w:rsidP="00B034CE">
            <w:pPr>
              <w:numPr>
                <w:ilvl w:val="0"/>
                <w:numId w:val="10"/>
              </w:numPr>
              <w:contextualSpacing/>
            </w:pPr>
            <w:r w:rsidRPr="00B034CE">
              <w:t>II and III</w:t>
            </w:r>
          </w:p>
          <w:p w:rsidR="00B034CE" w:rsidRPr="00B034CE" w:rsidRDefault="00B034CE" w:rsidP="00B034CE">
            <w:pPr>
              <w:numPr>
                <w:ilvl w:val="0"/>
                <w:numId w:val="10"/>
              </w:numPr>
              <w:contextualSpacing/>
            </w:pPr>
            <w:r w:rsidRPr="00B034CE">
              <w:t>I and III</w:t>
            </w:r>
          </w:p>
          <w:p w:rsidR="00B034CE" w:rsidRPr="00B034CE" w:rsidRDefault="00B034CE" w:rsidP="00B034CE">
            <w:pPr>
              <w:numPr>
                <w:ilvl w:val="0"/>
                <w:numId w:val="10"/>
              </w:numPr>
              <w:contextualSpacing/>
            </w:pPr>
            <w:r w:rsidRPr="00B034CE">
              <w:t>I, II, and III</w:t>
            </w:r>
          </w:p>
          <w:p w:rsidR="00B034CE" w:rsidRPr="00B034CE" w:rsidRDefault="00B034CE" w:rsidP="00B034CE">
            <w:pPr>
              <w:numPr>
                <w:ilvl w:val="0"/>
                <w:numId w:val="10"/>
              </w:numPr>
              <w:contextualSpacing/>
            </w:pPr>
            <w:r w:rsidRPr="00B034CE">
              <w:t>All of above</w:t>
            </w:r>
          </w:p>
          <w:p w:rsidR="00B034CE" w:rsidRPr="00B034CE" w:rsidRDefault="00B034CE" w:rsidP="00B034CE"/>
        </w:tc>
      </w:tr>
      <w:tr w:rsidR="00B034CE" w:rsidTr="00B034CE">
        <w:tc>
          <w:tcPr>
            <w:tcW w:w="5598" w:type="dxa"/>
            <w:gridSpan w:val="2"/>
            <w:shd w:val="clear" w:color="auto" w:fill="auto"/>
          </w:tcPr>
          <w:p w:rsidR="00B034CE" w:rsidRPr="00EF22D4" w:rsidRDefault="00B034CE" w:rsidP="00BF7810">
            <w:pPr>
              <w:rPr>
                <w:rFonts w:cs="Calibri"/>
              </w:rPr>
            </w:pPr>
            <w:r>
              <w:t>1</w:t>
            </w:r>
            <w:r>
              <w:t>3</w:t>
            </w:r>
            <w:r>
              <w:t xml:space="preserve">) </w:t>
            </w:r>
            <w:r w:rsidRPr="00EF22D4">
              <w:rPr>
                <w:rFonts w:cs="Calibri"/>
              </w:rPr>
              <w:t xml:space="preserve">Which statement is true? </w:t>
            </w:r>
          </w:p>
          <w:p w:rsidR="00B034CE" w:rsidRPr="00EF22D4" w:rsidRDefault="00B034CE" w:rsidP="00BF7810">
            <w:pPr>
              <w:rPr>
                <w:rFonts w:cs="Calibri"/>
              </w:rPr>
            </w:pPr>
          </w:p>
          <w:p w:rsidR="00B034CE" w:rsidRPr="00EF22D4" w:rsidRDefault="00B034CE" w:rsidP="00410340">
            <w:pPr>
              <w:spacing w:line="480" w:lineRule="auto"/>
              <w:rPr>
                <w:rFonts w:cs="Calibri"/>
              </w:rPr>
            </w:pPr>
            <w:r w:rsidRPr="00EF22D4">
              <w:rPr>
                <w:rFonts w:cs="Calibri"/>
              </w:rPr>
              <w:t xml:space="preserve">A.  All parallelograms are squares. </w:t>
            </w:r>
          </w:p>
          <w:p w:rsidR="00B034CE" w:rsidRPr="00EF22D4" w:rsidRDefault="00B034CE" w:rsidP="00410340">
            <w:pPr>
              <w:spacing w:line="480" w:lineRule="auto"/>
              <w:rPr>
                <w:rFonts w:cs="Calibri"/>
              </w:rPr>
            </w:pPr>
            <w:r w:rsidRPr="00EF22D4">
              <w:rPr>
                <w:rFonts w:cs="Calibri"/>
              </w:rPr>
              <w:t>B.  All squares are parallelograms</w:t>
            </w:r>
          </w:p>
          <w:p w:rsidR="00B034CE" w:rsidRPr="00EF22D4" w:rsidRDefault="00B034CE" w:rsidP="00410340">
            <w:pPr>
              <w:spacing w:line="480" w:lineRule="auto"/>
              <w:rPr>
                <w:rFonts w:cs="Calibri"/>
              </w:rPr>
            </w:pPr>
            <w:r w:rsidRPr="00EF22D4">
              <w:rPr>
                <w:rFonts w:cs="Calibri"/>
              </w:rPr>
              <w:t>C.  All quadrilaterals are parallelograms</w:t>
            </w:r>
          </w:p>
          <w:p w:rsidR="00B034CE" w:rsidRDefault="00B034CE" w:rsidP="00BF7810">
            <w:r w:rsidRPr="00EF22D4">
              <w:rPr>
                <w:rFonts w:cs="Calibri"/>
              </w:rPr>
              <w:t>D.</w:t>
            </w:r>
            <w:r w:rsidRPr="00EF22D4">
              <w:rPr>
                <w:rFonts w:cs="Calibri"/>
                <w:b/>
              </w:rPr>
              <w:t xml:space="preserve">  </w:t>
            </w:r>
            <w:r w:rsidRPr="00EF22D4">
              <w:rPr>
                <w:rFonts w:cs="Calibri"/>
              </w:rPr>
              <w:t>All kites are trapezoids</w:t>
            </w:r>
          </w:p>
        </w:tc>
        <w:tc>
          <w:tcPr>
            <w:tcW w:w="5418" w:type="dxa"/>
            <w:shd w:val="clear" w:color="auto" w:fill="auto"/>
          </w:tcPr>
          <w:p w:rsidR="00B034CE" w:rsidRDefault="00B034CE" w:rsidP="00BF7810">
            <w:r>
              <w:t>14</w:t>
            </w:r>
            <w:r>
              <w:t>) State the most specific name the figure.</w:t>
            </w:r>
          </w:p>
          <w:p w:rsidR="00B034CE" w:rsidRDefault="00B034CE" w:rsidP="00BF7810">
            <w:r>
              <w:rPr>
                <w:noProof/>
              </w:rPr>
              <w:drawing>
                <wp:inline distT="0" distB="0" distL="0" distR="0">
                  <wp:extent cx="1485900" cy="10953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r="52727" b="22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4CE" w:rsidTr="00B034CE">
        <w:tc>
          <w:tcPr>
            <w:tcW w:w="5598" w:type="dxa"/>
            <w:gridSpan w:val="2"/>
            <w:shd w:val="clear" w:color="auto" w:fill="auto"/>
          </w:tcPr>
          <w:p w:rsidR="00B034CE" w:rsidRDefault="00B034CE" w:rsidP="00BF7810">
            <w:pPr>
              <w:rPr>
                <w:noProof/>
              </w:rPr>
            </w:pPr>
            <w:r>
              <w:rPr>
                <w:noProof/>
              </w:rPr>
              <w:t>15</w:t>
            </w:r>
            <w:r>
              <w:rPr>
                <w:noProof/>
              </w:rPr>
              <w:t xml:space="preserve">) </w:t>
            </w:r>
            <w:r>
              <w:t>State the most specific name the figure.</w:t>
            </w:r>
          </w:p>
          <w:p w:rsidR="00B034CE" w:rsidRDefault="00B034CE" w:rsidP="00BF7810">
            <w:r>
              <w:rPr>
                <w:noProof/>
              </w:rPr>
              <w:drawing>
                <wp:inline distT="0" distB="0" distL="0" distR="0">
                  <wp:extent cx="2695142" cy="95250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r="5817" b="17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142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8" w:type="dxa"/>
            <w:shd w:val="clear" w:color="auto" w:fill="auto"/>
          </w:tcPr>
          <w:p w:rsidR="00B034CE" w:rsidRDefault="00B034CE" w:rsidP="00BF7810">
            <w:r>
              <w:t>16</w:t>
            </w:r>
            <w:r>
              <w:t>) State the most specific name the figure.</w:t>
            </w:r>
          </w:p>
          <w:p w:rsidR="00B034CE" w:rsidRDefault="00B034CE" w:rsidP="00BF781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23950" cy="1123950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r="55623" b="16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1C66" w:rsidRDefault="004A1C66"/>
    <w:p w:rsidR="00410340" w:rsidRDefault="00410340">
      <w:pPr>
        <w:rPr>
          <w:i/>
        </w:rPr>
      </w:pPr>
      <w:r>
        <w:rPr>
          <w:b/>
          <w:i/>
        </w:rPr>
        <w:t>Do you have 100% on the area &amp; perimeter formulas quiz</w:t>
      </w:r>
      <w:proofErr w:type="gramStart"/>
      <w:r>
        <w:rPr>
          <w:b/>
          <w:i/>
        </w:rPr>
        <w:t>?_</w:t>
      </w:r>
      <w:proofErr w:type="gramEnd"/>
      <w:r>
        <w:rPr>
          <w:b/>
          <w:i/>
        </w:rPr>
        <w:t xml:space="preserve">_______  If not, which do you need to practice? </w:t>
      </w:r>
      <w:r>
        <w:rPr>
          <w:b/>
          <w:i/>
        </w:rPr>
        <w:br/>
      </w:r>
      <w:r>
        <w:rPr>
          <w:i/>
        </w:rPr>
        <w:t xml:space="preserve">(Circle all that </w:t>
      </w:r>
      <w:proofErr w:type="gramStart"/>
      <w:r>
        <w:rPr>
          <w:i/>
        </w:rPr>
        <w:t>apply:</w:t>
      </w:r>
      <w:proofErr w:type="gramEnd"/>
      <w:r>
        <w:rPr>
          <w:i/>
        </w:rPr>
        <w:t xml:space="preserve"> Parallelogram, rectangle, rhombus, square, isosceles trapezoid, and kite). </w:t>
      </w:r>
    </w:p>
    <w:p w:rsidR="00410340" w:rsidRPr="00410340" w:rsidRDefault="00410340">
      <w:pPr>
        <w:rPr>
          <w:b/>
          <w:i/>
        </w:rPr>
      </w:pPr>
      <w:proofErr w:type="gramStart"/>
      <w:r>
        <w:rPr>
          <w:b/>
          <w:i/>
        </w:rPr>
        <w:t>What’s</w:t>
      </w:r>
      <w:proofErr w:type="gramEnd"/>
      <w:r>
        <w:rPr>
          <w:b/>
          <w:i/>
        </w:rPr>
        <w:t xml:space="preserve"> your plan to study for them?</w:t>
      </w:r>
    </w:p>
    <w:sectPr w:rsidR="00410340" w:rsidRPr="00410340" w:rsidSect="008D1D28">
      <w:footerReference w:type="default" r:id="rId2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9F5" w:rsidRDefault="001979F5" w:rsidP="004A1C66">
      <w:r>
        <w:separator/>
      </w:r>
    </w:p>
  </w:endnote>
  <w:endnote w:type="continuationSeparator" w:id="0">
    <w:p w:rsidR="001979F5" w:rsidRDefault="001979F5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9F5" w:rsidRDefault="001979F5" w:rsidP="004A1C66">
      <w:r>
        <w:separator/>
      </w:r>
    </w:p>
  </w:footnote>
  <w:footnote w:type="continuationSeparator" w:id="0">
    <w:p w:rsidR="001979F5" w:rsidRDefault="001979F5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E20"/>
    <w:multiLevelType w:val="hybridMultilevel"/>
    <w:tmpl w:val="76401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647FB"/>
    <w:multiLevelType w:val="hybridMultilevel"/>
    <w:tmpl w:val="B6CA1360"/>
    <w:lvl w:ilvl="0" w:tplc="A4DAE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531D8"/>
    <w:multiLevelType w:val="hybridMultilevel"/>
    <w:tmpl w:val="F8E88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B5FE1"/>
    <w:multiLevelType w:val="hybridMultilevel"/>
    <w:tmpl w:val="BAF4BF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C72F9"/>
    <w:multiLevelType w:val="hybridMultilevel"/>
    <w:tmpl w:val="9E5486E6"/>
    <w:lvl w:ilvl="0" w:tplc="AC7CA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CC12F5"/>
    <w:multiLevelType w:val="hybridMultilevel"/>
    <w:tmpl w:val="613A81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DB5"/>
    <w:rsid w:val="000248E2"/>
    <w:rsid w:val="001979F5"/>
    <w:rsid w:val="001B0A83"/>
    <w:rsid w:val="001C5B15"/>
    <w:rsid w:val="00242D79"/>
    <w:rsid w:val="00290E04"/>
    <w:rsid w:val="00335DB5"/>
    <w:rsid w:val="003B785F"/>
    <w:rsid w:val="00410340"/>
    <w:rsid w:val="004A1C66"/>
    <w:rsid w:val="004B270D"/>
    <w:rsid w:val="004D05E9"/>
    <w:rsid w:val="004E6D2D"/>
    <w:rsid w:val="005449F9"/>
    <w:rsid w:val="005666CA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AE4A20"/>
    <w:rsid w:val="00B034CE"/>
    <w:rsid w:val="00B53200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http://docs.google.com/File?id=dcjnm59j_16gf68k5fk_b" TargetMode="External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e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2015-03-30T03:49:00Z</dcterms:created>
  <dcterms:modified xsi:type="dcterms:W3CDTF">2015-03-30T04:16:00Z</dcterms:modified>
</cp:coreProperties>
</file>